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FF" w:rsidRDefault="00FA09FF" w:rsidP="0048506E">
      <w:pPr>
        <w:rPr>
          <w:szCs w:val="24"/>
        </w:rPr>
      </w:pPr>
    </w:p>
    <w:p w:rsidR="000773D3" w:rsidRDefault="00E10D6C" w:rsidP="0048506E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ANNEXURE-1</w:t>
      </w:r>
    </w:p>
    <w:p w:rsidR="000773D3" w:rsidRDefault="000773D3" w:rsidP="0048506E">
      <w:pPr>
        <w:rPr>
          <w:szCs w:val="24"/>
        </w:rPr>
      </w:pPr>
    </w:p>
    <w:tbl>
      <w:tblPr>
        <w:tblStyle w:val="TableGrid"/>
        <w:tblW w:w="14883" w:type="dxa"/>
        <w:tblInd w:w="534" w:type="dxa"/>
        <w:tblLayout w:type="fixed"/>
        <w:tblLook w:val="04A0"/>
      </w:tblPr>
      <w:tblGrid>
        <w:gridCol w:w="567"/>
        <w:gridCol w:w="1134"/>
        <w:gridCol w:w="1517"/>
        <w:gridCol w:w="1459"/>
        <w:gridCol w:w="1597"/>
        <w:gridCol w:w="1805"/>
        <w:gridCol w:w="1701"/>
        <w:gridCol w:w="1701"/>
        <w:gridCol w:w="1560"/>
        <w:gridCol w:w="1842"/>
      </w:tblGrid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Sl No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Type of Vehicle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Model 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Colour</w:t>
            </w:r>
          </w:p>
        </w:tc>
        <w:tc>
          <w:tcPr>
            <w:tcW w:w="1597" w:type="dxa"/>
          </w:tcPr>
          <w:p w:rsidR="00AB6CD9" w:rsidRDefault="00AB6CD9" w:rsidP="00E10D6C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Registration Number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Datet &amp; Yr of Purchase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Km covered</w:t>
            </w:r>
          </w:p>
        </w:tc>
        <w:tc>
          <w:tcPr>
            <w:tcW w:w="1701" w:type="dxa"/>
          </w:tcPr>
          <w:p w:rsidR="00AB6CD9" w:rsidRDefault="00AB6CD9" w:rsidP="00E10D6C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Registration  valid  up to</w:t>
            </w:r>
          </w:p>
        </w:tc>
        <w:tc>
          <w:tcPr>
            <w:tcW w:w="1560" w:type="dxa"/>
          </w:tcPr>
          <w:p w:rsidR="00AB6CD9" w:rsidRDefault="00AB6CD9" w:rsidP="008D2B83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Road tax valid up to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Insurance valid up to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 26U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WB-38-Y-7944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 29.03.2010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112907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06.04.2025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07.04.2025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6CD9" w:rsidRDefault="00AB6CD9" w:rsidP="006F1ED9">
            <w:r>
              <w:rPr>
                <w:rFonts w:ascii="Century Gothic" w:hAnsi="Century Gothic"/>
                <w:sz w:val="24"/>
                <w:szCs w:val="24"/>
              </w:rPr>
              <w:t xml:space="preserve">Maruti </w:t>
            </w:r>
            <w:r w:rsidRPr="00263747">
              <w:rPr>
                <w:rFonts w:ascii="Century Gothic" w:hAnsi="Century Gothic"/>
                <w:sz w:val="24"/>
                <w:szCs w:val="24"/>
              </w:rPr>
              <w:t>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 26U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WB-06-E-2091</w:t>
            </w:r>
          </w:p>
        </w:tc>
        <w:tc>
          <w:tcPr>
            <w:tcW w:w="1805" w:type="dxa"/>
          </w:tcPr>
          <w:p w:rsidR="00AB6CD9" w:rsidRDefault="00AB6CD9" w:rsidP="00E9163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23.08.2010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112497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24.08.2025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26.08.2025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B6CD9" w:rsidRDefault="00AB6CD9" w:rsidP="006F1ED9">
            <w:r>
              <w:rPr>
                <w:rFonts w:ascii="Century Gothic" w:hAnsi="Century Gothic"/>
                <w:sz w:val="24"/>
                <w:szCs w:val="24"/>
              </w:rPr>
              <w:t xml:space="preserve">Maruti </w:t>
            </w:r>
            <w:r w:rsidRPr="00263747">
              <w:rPr>
                <w:rFonts w:ascii="Century Gothic" w:hAnsi="Century Gothic"/>
                <w:sz w:val="24"/>
                <w:szCs w:val="24"/>
              </w:rPr>
              <w:t>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 26U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WB-06-A-7106</w:t>
            </w:r>
          </w:p>
        </w:tc>
        <w:tc>
          <w:tcPr>
            <w:tcW w:w="1805" w:type="dxa"/>
          </w:tcPr>
          <w:p w:rsidR="00AB6CD9" w:rsidRDefault="00AB6CD9" w:rsidP="006F1ED9">
            <w:r>
              <w:rPr>
                <w:rFonts w:ascii="Century Gothic" w:hAnsi="Century Gothic"/>
                <w:sz w:val="24"/>
                <w:szCs w:val="24"/>
              </w:rPr>
              <w:t>21.04</w:t>
            </w:r>
            <w:r w:rsidRPr="003234BB">
              <w:rPr>
                <w:rFonts w:ascii="Century Gothic" w:hAnsi="Century Gothic"/>
                <w:sz w:val="24"/>
                <w:szCs w:val="24"/>
              </w:rPr>
              <w:t xml:space="preserve"> 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83513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WB-06-A-7061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20.04.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101237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WB-06-A-7059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20.04.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104573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WB-06-A-7107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21.04.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112747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15.04.2024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Silky Silver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BR-01-AU-8278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26.03.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</w:t>
            </w: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79602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28.03.2025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WB-06-B-7673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30.09.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152713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22.09.2024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23.09.2024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WB-42-N-6025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23.11.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205070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24.11.2024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24.11.2024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52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WB-06-E-2092</w:t>
            </w:r>
          </w:p>
        </w:tc>
        <w:tc>
          <w:tcPr>
            <w:tcW w:w="1805" w:type="dxa"/>
          </w:tcPr>
          <w:p w:rsidR="00AB6CD9" w:rsidRDefault="00AB6CD9" w:rsidP="006F1ED9">
            <w:r>
              <w:rPr>
                <w:rFonts w:ascii="Century Gothic" w:hAnsi="Century Gothic"/>
                <w:sz w:val="24"/>
                <w:szCs w:val="24"/>
              </w:rPr>
              <w:t xml:space="preserve"> Aug-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</w:t>
            </w:r>
            <w:r>
              <w:rPr>
                <w:rFonts w:ascii="Century Gothic" w:hAnsi="Century Gothic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76691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24.08.2025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26.08.2025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371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WB-06-A-6579</w:t>
            </w:r>
          </w:p>
        </w:tc>
        <w:tc>
          <w:tcPr>
            <w:tcW w:w="1805" w:type="dxa"/>
          </w:tcPr>
          <w:p w:rsidR="00AB6CD9" w:rsidRDefault="00AB6CD9" w:rsidP="006F1ED9">
            <w:r w:rsidRPr="003234BB">
              <w:rPr>
                <w:rFonts w:ascii="Century Gothic" w:hAnsi="Century Gothic"/>
                <w:sz w:val="24"/>
                <w:szCs w:val="24"/>
              </w:rPr>
              <w:t xml:space="preserve">       </w:t>
            </w:r>
            <w:r>
              <w:rPr>
                <w:rFonts w:ascii="Century Gothic" w:hAnsi="Century Gothic"/>
                <w:sz w:val="24"/>
                <w:szCs w:val="24"/>
              </w:rPr>
              <w:t>09.04.</w:t>
            </w:r>
            <w:r w:rsidRPr="003234BB">
              <w:rPr>
                <w:rFonts w:ascii="Century Gothic" w:hAnsi="Century Gothic"/>
                <w:sz w:val="24"/>
                <w:szCs w:val="24"/>
              </w:rPr>
              <w:t>2009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148065</w:t>
            </w:r>
          </w:p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02.04.2024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02.04.2024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17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B6CD9" w:rsidRDefault="00AB6CD9">
            <w:r w:rsidRPr="00475030">
              <w:rPr>
                <w:rFonts w:ascii="Century Gothic" w:hAnsi="Century Gothic"/>
                <w:sz w:val="24"/>
                <w:szCs w:val="24"/>
              </w:rPr>
              <w:t>Maruti Estillo</w:t>
            </w:r>
          </w:p>
        </w:tc>
        <w:tc>
          <w:tcPr>
            <w:tcW w:w="151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ZEN VXI</w:t>
            </w:r>
          </w:p>
        </w:tc>
        <w:tc>
          <w:tcPr>
            <w:tcW w:w="1459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Superior White</w:t>
            </w:r>
          </w:p>
        </w:tc>
        <w:tc>
          <w:tcPr>
            <w:tcW w:w="159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WB-06E-2096</w:t>
            </w:r>
          </w:p>
        </w:tc>
        <w:tc>
          <w:tcPr>
            <w:tcW w:w="1805" w:type="dxa"/>
          </w:tcPr>
          <w:p w:rsidR="00AB6CD9" w:rsidRPr="003234BB" w:rsidRDefault="00AB6CD9" w:rsidP="006F1ED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      23.08.2010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128547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24.08.2025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26.08.2025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</w:tbl>
    <w:p w:rsidR="00857495" w:rsidRDefault="00857495" w:rsidP="0048506E">
      <w:pPr>
        <w:rPr>
          <w:szCs w:val="24"/>
        </w:rPr>
      </w:pPr>
    </w:p>
    <w:p w:rsidR="0069446E" w:rsidRDefault="0069446E" w:rsidP="0048506E">
      <w:pPr>
        <w:rPr>
          <w:szCs w:val="24"/>
        </w:rPr>
      </w:pPr>
    </w:p>
    <w:p w:rsidR="0069446E" w:rsidRDefault="0069446E" w:rsidP="0048506E">
      <w:pPr>
        <w:rPr>
          <w:szCs w:val="24"/>
        </w:rPr>
      </w:pPr>
    </w:p>
    <w:p w:rsidR="00DE751B" w:rsidRDefault="00DE751B" w:rsidP="0048506E">
      <w:pPr>
        <w:rPr>
          <w:szCs w:val="24"/>
        </w:rPr>
      </w:pPr>
    </w:p>
    <w:p w:rsidR="00DE751B" w:rsidRDefault="00DE751B" w:rsidP="0048506E">
      <w:pPr>
        <w:rPr>
          <w:szCs w:val="24"/>
        </w:rPr>
      </w:pPr>
    </w:p>
    <w:p w:rsidR="00AB6CD9" w:rsidRDefault="00AB6CD9" w:rsidP="0048506E">
      <w:pPr>
        <w:rPr>
          <w:szCs w:val="24"/>
        </w:rPr>
      </w:pPr>
    </w:p>
    <w:p w:rsidR="00DE751B" w:rsidRDefault="00DE751B" w:rsidP="0048506E">
      <w:pPr>
        <w:rPr>
          <w:szCs w:val="24"/>
        </w:rPr>
      </w:pPr>
    </w:p>
    <w:p w:rsidR="0069446E" w:rsidRDefault="0069446E" w:rsidP="0048506E">
      <w:pPr>
        <w:rPr>
          <w:szCs w:val="24"/>
        </w:rPr>
      </w:pPr>
    </w:p>
    <w:p w:rsidR="0069446E" w:rsidRDefault="0069446E" w:rsidP="0069446E">
      <w:pPr>
        <w:rPr>
          <w:szCs w:val="24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   </w:t>
      </w:r>
      <w:r w:rsidR="0089450A">
        <w:rPr>
          <w:szCs w:val="24"/>
        </w:rPr>
        <w:t xml:space="preserve">                      ANNEXURE-1</w:t>
      </w:r>
    </w:p>
    <w:p w:rsidR="0069446E" w:rsidRDefault="0069446E" w:rsidP="0069446E">
      <w:pPr>
        <w:rPr>
          <w:szCs w:val="24"/>
        </w:rPr>
      </w:pPr>
    </w:p>
    <w:tbl>
      <w:tblPr>
        <w:tblStyle w:val="TableGrid"/>
        <w:tblW w:w="14600" w:type="dxa"/>
        <w:tblInd w:w="817" w:type="dxa"/>
        <w:tblLayout w:type="fixed"/>
        <w:tblLook w:val="04A0"/>
      </w:tblPr>
      <w:tblGrid>
        <w:gridCol w:w="567"/>
        <w:gridCol w:w="1134"/>
        <w:gridCol w:w="1234"/>
        <w:gridCol w:w="1034"/>
        <w:gridCol w:w="2022"/>
        <w:gridCol w:w="1805"/>
        <w:gridCol w:w="1701"/>
        <w:gridCol w:w="1701"/>
        <w:gridCol w:w="1560"/>
        <w:gridCol w:w="1842"/>
      </w:tblGrid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Sl No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Type of Vehicle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Model 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Colour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Registration Number</w:t>
            </w:r>
          </w:p>
        </w:tc>
        <w:tc>
          <w:tcPr>
            <w:tcW w:w="1805" w:type="dxa"/>
          </w:tcPr>
          <w:p w:rsidR="00AB6CD9" w:rsidRDefault="00AB6CD9" w:rsidP="00E973DD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 Date &amp; Yr of Purchase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Km covered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Registration  valid  up to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Road tax valid up to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Insurance valid up to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1.5VMT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Wb-06-E-7543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01.11.2010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113650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31.10.2025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01.011.2025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1.5VMT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WB-06-H-0093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24.08.2011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116375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15.08.2026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16.08.2026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 SMT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WB-06H-0094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24.08.2011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116200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15.08.2026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16.08.2026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1.5VMT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WB-06-G-9225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02.08.2011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78772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01.08.2026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02.08.2026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1.5VMT</w:t>
            </w:r>
          </w:p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AVN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WB-06-G-9226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12.08.2011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100445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01.08.2026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02.08.2026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DE751B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 EXI   AT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WB-06-H-3295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30.09.2011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117863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25.09.2026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25.09.2026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  <w:tr w:rsidR="00AB6CD9" w:rsidTr="00AB6CD9">
        <w:trPr>
          <w:trHeight w:val="239"/>
        </w:trPr>
        <w:tc>
          <w:tcPr>
            <w:tcW w:w="567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Honda City</w:t>
            </w:r>
          </w:p>
        </w:tc>
        <w:tc>
          <w:tcPr>
            <w:tcW w:w="1234" w:type="dxa"/>
          </w:tcPr>
          <w:p w:rsidR="00AB6CD9" w:rsidRDefault="00AB6CD9" w:rsidP="00D414E8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CITY 1.5 VMT</w:t>
            </w:r>
          </w:p>
        </w:tc>
        <w:tc>
          <w:tcPr>
            <w:tcW w:w="1034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White</w:t>
            </w:r>
          </w:p>
        </w:tc>
        <w:tc>
          <w:tcPr>
            <w:tcW w:w="202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WB-06-E-7542</w:t>
            </w:r>
          </w:p>
        </w:tc>
        <w:tc>
          <w:tcPr>
            <w:tcW w:w="1805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03.10.2010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59702</w:t>
            </w:r>
          </w:p>
        </w:tc>
        <w:tc>
          <w:tcPr>
            <w:tcW w:w="1701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31.10.2025</w:t>
            </w:r>
          </w:p>
        </w:tc>
        <w:tc>
          <w:tcPr>
            <w:tcW w:w="1560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01.11.2025</w:t>
            </w:r>
          </w:p>
        </w:tc>
        <w:tc>
          <w:tcPr>
            <w:tcW w:w="1842" w:type="dxa"/>
          </w:tcPr>
          <w:p w:rsidR="00AB6CD9" w:rsidRDefault="00AB6CD9" w:rsidP="006F1ED9">
            <w:pPr>
              <w:tabs>
                <w:tab w:val="left" w:pos="3402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30.06.2023</w:t>
            </w:r>
          </w:p>
        </w:tc>
      </w:tr>
    </w:tbl>
    <w:p w:rsidR="0069446E" w:rsidRPr="0048506E" w:rsidRDefault="0069446E" w:rsidP="0048506E">
      <w:pPr>
        <w:rPr>
          <w:szCs w:val="24"/>
        </w:rPr>
      </w:pPr>
    </w:p>
    <w:sectPr w:rsidR="0069446E" w:rsidRPr="0048506E" w:rsidSect="0048506E">
      <w:headerReference w:type="default" r:id="rId8"/>
      <w:pgSz w:w="16838" w:h="11906" w:orient="landscape" w:code="9"/>
      <w:pgMar w:top="567" w:right="1134" w:bottom="567" w:left="244" w:header="284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B57" w:rsidRDefault="00DA7B57" w:rsidP="00BB293D">
      <w:r>
        <w:separator/>
      </w:r>
    </w:p>
  </w:endnote>
  <w:endnote w:type="continuationSeparator" w:id="1">
    <w:p w:rsidR="00DA7B57" w:rsidRDefault="00DA7B57" w:rsidP="00BB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B57" w:rsidRDefault="00DA7B57" w:rsidP="00BB293D">
      <w:r>
        <w:separator/>
      </w:r>
    </w:p>
  </w:footnote>
  <w:footnote w:type="continuationSeparator" w:id="1">
    <w:p w:rsidR="00DA7B57" w:rsidRDefault="00DA7B57" w:rsidP="00BB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A4F" w:rsidRDefault="00654A4F" w:rsidP="00BB293D">
    <w:pPr>
      <w:pStyle w:val="Header"/>
      <w:tabs>
        <w:tab w:val="clear" w:pos="9026"/>
        <w:tab w:val="right" w:pos="10065"/>
      </w:tabs>
      <w:ind w:left="-851" w:right="-89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F1C"/>
    <w:multiLevelType w:val="multilevel"/>
    <w:tmpl w:val="9A346A88"/>
    <w:lvl w:ilvl="0">
      <w:start w:val="2009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010"/>
      <w:numFmt w:val="decimal"/>
      <w:lvlText w:val="%1-%2"/>
      <w:lvlJc w:val="left"/>
      <w:pPr>
        <w:tabs>
          <w:tab w:val="num" w:pos="1230"/>
        </w:tabs>
        <w:ind w:left="123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90"/>
        </w:tabs>
        <w:ind w:left="129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50"/>
        </w:tabs>
        <w:ind w:left="135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580"/>
        </w:tabs>
        <w:ind w:left="25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1">
    <w:nsid w:val="16F915B0"/>
    <w:multiLevelType w:val="multilevel"/>
    <w:tmpl w:val="78BA0F6C"/>
    <w:lvl w:ilvl="0">
      <w:start w:val="2008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2009"/>
      <w:numFmt w:val="decimal"/>
      <w:lvlText w:val="%1-%2"/>
      <w:lvlJc w:val="left"/>
      <w:pPr>
        <w:tabs>
          <w:tab w:val="num" w:pos="1230"/>
        </w:tabs>
        <w:ind w:left="123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90"/>
        </w:tabs>
        <w:ind w:left="129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350"/>
        </w:tabs>
        <w:ind w:left="135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580"/>
        </w:tabs>
        <w:ind w:left="25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640"/>
        </w:tabs>
        <w:ind w:left="2640" w:hanging="2160"/>
      </w:pPr>
      <w:rPr>
        <w:rFonts w:hint="default"/>
      </w:rPr>
    </w:lvl>
  </w:abstractNum>
  <w:abstractNum w:abstractNumId="2">
    <w:nsid w:val="1F715B6B"/>
    <w:multiLevelType w:val="hybridMultilevel"/>
    <w:tmpl w:val="CAACD72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FC3106"/>
    <w:multiLevelType w:val="hybridMultilevel"/>
    <w:tmpl w:val="40AA1AE0"/>
    <w:lvl w:ilvl="0" w:tplc="1812F1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2C7063"/>
    <w:multiLevelType w:val="hybridMultilevel"/>
    <w:tmpl w:val="CCE62E4A"/>
    <w:lvl w:ilvl="0" w:tplc="26247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3B0848"/>
    <w:rsid w:val="000025A4"/>
    <w:rsid w:val="00010C9F"/>
    <w:rsid w:val="00026636"/>
    <w:rsid w:val="00027F3B"/>
    <w:rsid w:val="00033830"/>
    <w:rsid w:val="00050026"/>
    <w:rsid w:val="00053E9E"/>
    <w:rsid w:val="000559A1"/>
    <w:rsid w:val="00062F1D"/>
    <w:rsid w:val="00063EC1"/>
    <w:rsid w:val="00064BE4"/>
    <w:rsid w:val="000656AA"/>
    <w:rsid w:val="00066A9A"/>
    <w:rsid w:val="00074E53"/>
    <w:rsid w:val="000759F3"/>
    <w:rsid w:val="000773D3"/>
    <w:rsid w:val="00080C50"/>
    <w:rsid w:val="00084403"/>
    <w:rsid w:val="000844BE"/>
    <w:rsid w:val="00090E97"/>
    <w:rsid w:val="00093D53"/>
    <w:rsid w:val="000A4CCC"/>
    <w:rsid w:val="000B2649"/>
    <w:rsid w:val="000B4ACE"/>
    <w:rsid w:val="000B7DEA"/>
    <w:rsid w:val="000C3D51"/>
    <w:rsid w:val="000D06FE"/>
    <w:rsid w:val="000D119F"/>
    <w:rsid w:val="000D2C70"/>
    <w:rsid w:val="000D47BF"/>
    <w:rsid w:val="000E2E11"/>
    <w:rsid w:val="000F1614"/>
    <w:rsid w:val="00104A4C"/>
    <w:rsid w:val="001135D9"/>
    <w:rsid w:val="001202DE"/>
    <w:rsid w:val="00121F9C"/>
    <w:rsid w:val="001334E8"/>
    <w:rsid w:val="00143362"/>
    <w:rsid w:val="00151039"/>
    <w:rsid w:val="00152A47"/>
    <w:rsid w:val="00155E92"/>
    <w:rsid w:val="001613C1"/>
    <w:rsid w:val="00191C88"/>
    <w:rsid w:val="001928BF"/>
    <w:rsid w:val="00194373"/>
    <w:rsid w:val="001946D6"/>
    <w:rsid w:val="001A5150"/>
    <w:rsid w:val="001A6F0B"/>
    <w:rsid w:val="001B36C8"/>
    <w:rsid w:val="001B3720"/>
    <w:rsid w:val="001B479F"/>
    <w:rsid w:val="001B77B2"/>
    <w:rsid w:val="001B79E6"/>
    <w:rsid w:val="001B7FE5"/>
    <w:rsid w:val="001C0098"/>
    <w:rsid w:val="001C44DA"/>
    <w:rsid w:val="001D7F5D"/>
    <w:rsid w:val="001E0AB8"/>
    <w:rsid w:val="001F6B34"/>
    <w:rsid w:val="00202B42"/>
    <w:rsid w:val="002077A4"/>
    <w:rsid w:val="0021075F"/>
    <w:rsid w:val="00213ED2"/>
    <w:rsid w:val="002178C2"/>
    <w:rsid w:val="00217A7C"/>
    <w:rsid w:val="00217AD3"/>
    <w:rsid w:val="00220A21"/>
    <w:rsid w:val="00225DB8"/>
    <w:rsid w:val="00230CF7"/>
    <w:rsid w:val="00231B4B"/>
    <w:rsid w:val="00233933"/>
    <w:rsid w:val="00233B40"/>
    <w:rsid w:val="00241569"/>
    <w:rsid w:val="002433BE"/>
    <w:rsid w:val="0024378E"/>
    <w:rsid w:val="002462EA"/>
    <w:rsid w:val="0024707E"/>
    <w:rsid w:val="00254412"/>
    <w:rsid w:val="00256251"/>
    <w:rsid w:val="00263912"/>
    <w:rsid w:val="002676A7"/>
    <w:rsid w:val="00272107"/>
    <w:rsid w:val="002721B5"/>
    <w:rsid w:val="00272E8A"/>
    <w:rsid w:val="002772F1"/>
    <w:rsid w:val="00277B7D"/>
    <w:rsid w:val="00280AC7"/>
    <w:rsid w:val="0029178A"/>
    <w:rsid w:val="00293C43"/>
    <w:rsid w:val="002960B6"/>
    <w:rsid w:val="002968C6"/>
    <w:rsid w:val="002971E3"/>
    <w:rsid w:val="002A206C"/>
    <w:rsid w:val="002A2889"/>
    <w:rsid w:val="002B0C97"/>
    <w:rsid w:val="002B679E"/>
    <w:rsid w:val="002B78F6"/>
    <w:rsid w:val="002C2264"/>
    <w:rsid w:val="002C2BBA"/>
    <w:rsid w:val="002C532C"/>
    <w:rsid w:val="002C5CB8"/>
    <w:rsid w:val="002D1F46"/>
    <w:rsid w:val="002D7CAE"/>
    <w:rsid w:val="002E2A03"/>
    <w:rsid w:val="002E3A97"/>
    <w:rsid w:val="002F1659"/>
    <w:rsid w:val="002F1DE3"/>
    <w:rsid w:val="00303351"/>
    <w:rsid w:val="0030683A"/>
    <w:rsid w:val="00306DF8"/>
    <w:rsid w:val="00312136"/>
    <w:rsid w:val="00320E45"/>
    <w:rsid w:val="00323948"/>
    <w:rsid w:val="003248E6"/>
    <w:rsid w:val="00324D58"/>
    <w:rsid w:val="00325B38"/>
    <w:rsid w:val="00327CFF"/>
    <w:rsid w:val="00342FAC"/>
    <w:rsid w:val="0034726A"/>
    <w:rsid w:val="00347964"/>
    <w:rsid w:val="00353923"/>
    <w:rsid w:val="00356FF2"/>
    <w:rsid w:val="00361EF6"/>
    <w:rsid w:val="003631EC"/>
    <w:rsid w:val="00363F05"/>
    <w:rsid w:val="003647FF"/>
    <w:rsid w:val="00364DCE"/>
    <w:rsid w:val="00371615"/>
    <w:rsid w:val="00374463"/>
    <w:rsid w:val="0037712F"/>
    <w:rsid w:val="00382C64"/>
    <w:rsid w:val="003958A0"/>
    <w:rsid w:val="00396A01"/>
    <w:rsid w:val="003A198F"/>
    <w:rsid w:val="003A3D06"/>
    <w:rsid w:val="003B0848"/>
    <w:rsid w:val="003B2D05"/>
    <w:rsid w:val="003C4D8D"/>
    <w:rsid w:val="003C72C5"/>
    <w:rsid w:val="003C76DB"/>
    <w:rsid w:val="003D039C"/>
    <w:rsid w:val="003D4135"/>
    <w:rsid w:val="003E566C"/>
    <w:rsid w:val="003F73B9"/>
    <w:rsid w:val="00401E35"/>
    <w:rsid w:val="00404CC0"/>
    <w:rsid w:val="00404F53"/>
    <w:rsid w:val="004079B2"/>
    <w:rsid w:val="0041406A"/>
    <w:rsid w:val="00415AE3"/>
    <w:rsid w:val="00417467"/>
    <w:rsid w:val="0042001C"/>
    <w:rsid w:val="00422E66"/>
    <w:rsid w:val="00423390"/>
    <w:rsid w:val="0042445F"/>
    <w:rsid w:val="0042458C"/>
    <w:rsid w:val="004463FF"/>
    <w:rsid w:val="00450CF2"/>
    <w:rsid w:val="0045126A"/>
    <w:rsid w:val="00457D13"/>
    <w:rsid w:val="00462955"/>
    <w:rsid w:val="00464D03"/>
    <w:rsid w:val="004723B1"/>
    <w:rsid w:val="0048506E"/>
    <w:rsid w:val="00492372"/>
    <w:rsid w:val="004A0C8A"/>
    <w:rsid w:val="004A28DE"/>
    <w:rsid w:val="004C7C27"/>
    <w:rsid w:val="004D2033"/>
    <w:rsid w:val="004D4F04"/>
    <w:rsid w:val="004F035B"/>
    <w:rsid w:val="004F3510"/>
    <w:rsid w:val="004F4ECA"/>
    <w:rsid w:val="004F55C7"/>
    <w:rsid w:val="00500A63"/>
    <w:rsid w:val="00502A14"/>
    <w:rsid w:val="00504B74"/>
    <w:rsid w:val="00511EC7"/>
    <w:rsid w:val="0052154B"/>
    <w:rsid w:val="00530A8A"/>
    <w:rsid w:val="00535347"/>
    <w:rsid w:val="005357D4"/>
    <w:rsid w:val="005403EB"/>
    <w:rsid w:val="00541FBA"/>
    <w:rsid w:val="005426C6"/>
    <w:rsid w:val="00542992"/>
    <w:rsid w:val="005465E9"/>
    <w:rsid w:val="00556EFD"/>
    <w:rsid w:val="00561255"/>
    <w:rsid w:val="0056352D"/>
    <w:rsid w:val="00564633"/>
    <w:rsid w:val="005671C1"/>
    <w:rsid w:val="00571AEC"/>
    <w:rsid w:val="00576419"/>
    <w:rsid w:val="00580C8F"/>
    <w:rsid w:val="00586813"/>
    <w:rsid w:val="005871CF"/>
    <w:rsid w:val="00591AC3"/>
    <w:rsid w:val="00592CD9"/>
    <w:rsid w:val="005A04D1"/>
    <w:rsid w:val="005B47B0"/>
    <w:rsid w:val="005B509E"/>
    <w:rsid w:val="005B7800"/>
    <w:rsid w:val="005C2463"/>
    <w:rsid w:val="005C36F5"/>
    <w:rsid w:val="005C3A5E"/>
    <w:rsid w:val="005C5E84"/>
    <w:rsid w:val="005C7902"/>
    <w:rsid w:val="005D5494"/>
    <w:rsid w:val="005E4593"/>
    <w:rsid w:val="005E4797"/>
    <w:rsid w:val="005E4E26"/>
    <w:rsid w:val="005E5B42"/>
    <w:rsid w:val="005E61CC"/>
    <w:rsid w:val="005F146E"/>
    <w:rsid w:val="005F345B"/>
    <w:rsid w:val="005F3646"/>
    <w:rsid w:val="005F49A8"/>
    <w:rsid w:val="005F5777"/>
    <w:rsid w:val="0060098B"/>
    <w:rsid w:val="00605585"/>
    <w:rsid w:val="00605CD4"/>
    <w:rsid w:val="00605E69"/>
    <w:rsid w:val="006102C3"/>
    <w:rsid w:val="006128C4"/>
    <w:rsid w:val="00613640"/>
    <w:rsid w:val="00626DBC"/>
    <w:rsid w:val="00630AAF"/>
    <w:rsid w:val="00631B1B"/>
    <w:rsid w:val="006338DD"/>
    <w:rsid w:val="00637AF4"/>
    <w:rsid w:val="0064376A"/>
    <w:rsid w:val="006441F1"/>
    <w:rsid w:val="00651B68"/>
    <w:rsid w:val="00653912"/>
    <w:rsid w:val="00654A4F"/>
    <w:rsid w:val="00664E26"/>
    <w:rsid w:val="006670EB"/>
    <w:rsid w:val="00673423"/>
    <w:rsid w:val="00676C45"/>
    <w:rsid w:val="00682FC7"/>
    <w:rsid w:val="006836E6"/>
    <w:rsid w:val="00691BDA"/>
    <w:rsid w:val="0069446E"/>
    <w:rsid w:val="00695B62"/>
    <w:rsid w:val="00695CBA"/>
    <w:rsid w:val="006A5D44"/>
    <w:rsid w:val="006B531F"/>
    <w:rsid w:val="006B58F3"/>
    <w:rsid w:val="006B5B45"/>
    <w:rsid w:val="006C0AC0"/>
    <w:rsid w:val="006C5C92"/>
    <w:rsid w:val="006C7F5A"/>
    <w:rsid w:val="006D5FD5"/>
    <w:rsid w:val="006E2EA0"/>
    <w:rsid w:val="006E447A"/>
    <w:rsid w:val="006E62A1"/>
    <w:rsid w:val="006F25D1"/>
    <w:rsid w:val="006F296F"/>
    <w:rsid w:val="006F60BD"/>
    <w:rsid w:val="007027A8"/>
    <w:rsid w:val="00703D86"/>
    <w:rsid w:val="007040FF"/>
    <w:rsid w:val="007042BC"/>
    <w:rsid w:val="00712F11"/>
    <w:rsid w:val="00716DB9"/>
    <w:rsid w:val="00717B2F"/>
    <w:rsid w:val="007213C3"/>
    <w:rsid w:val="00725004"/>
    <w:rsid w:val="00726886"/>
    <w:rsid w:val="00732BB4"/>
    <w:rsid w:val="00734D9D"/>
    <w:rsid w:val="007370E3"/>
    <w:rsid w:val="007408A6"/>
    <w:rsid w:val="007454DE"/>
    <w:rsid w:val="00747B1A"/>
    <w:rsid w:val="00750385"/>
    <w:rsid w:val="00750FEA"/>
    <w:rsid w:val="00760F5C"/>
    <w:rsid w:val="00764ED4"/>
    <w:rsid w:val="00770C6A"/>
    <w:rsid w:val="00772A95"/>
    <w:rsid w:val="007753B1"/>
    <w:rsid w:val="00777C21"/>
    <w:rsid w:val="007813E3"/>
    <w:rsid w:val="00781953"/>
    <w:rsid w:val="0078512C"/>
    <w:rsid w:val="00785D3F"/>
    <w:rsid w:val="00791332"/>
    <w:rsid w:val="00796050"/>
    <w:rsid w:val="007A0130"/>
    <w:rsid w:val="007A2E71"/>
    <w:rsid w:val="007B4019"/>
    <w:rsid w:val="007B603A"/>
    <w:rsid w:val="007C2E5B"/>
    <w:rsid w:val="007C383B"/>
    <w:rsid w:val="007C610B"/>
    <w:rsid w:val="007D0862"/>
    <w:rsid w:val="007D155D"/>
    <w:rsid w:val="007E31C4"/>
    <w:rsid w:val="007E51A3"/>
    <w:rsid w:val="007F18D4"/>
    <w:rsid w:val="007F6FAB"/>
    <w:rsid w:val="0080382A"/>
    <w:rsid w:val="0080395A"/>
    <w:rsid w:val="00804E90"/>
    <w:rsid w:val="0080597B"/>
    <w:rsid w:val="00805F8D"/>
    <w:rsid w:val="008070C7"/>
    <w:rsid w:val="0081206C"/>
    <w:rsid w:val="008134AC"/>
    <w:rsid w:val="00813F77"/>
    <w:rsid w:val="00823BBB"/>
    <w:rsid w:val="00831E0A"/>
    <w:rsid w:val="00835B97"/>
    <w:rsid w:val="00857495"/>
    <w:rsid w:val="00857826"/>
    <w:rsid w:val="0086305A"/>
    <w:rsid w:val="00866ADE"/>
    <w:rsid w:val="00872677"/>
    <w:rsid w:val="008740B6"/>
    <w:rsid w:val="00874D0D"/>
    <w:rsid w:val="0088050A"/>
    <w:rsid w:val="0088652C"/>
    <w:rsid w:val="00891C27"/>
    <w:rsid w:val="0089450A"/>
    <w:rsid w:val="008A7AD0"/>
    <w:rsid w:val="008B334F"/>
    <w:rsid w:val="008C1042"/>
    <w:rsid w:val="008D2B83"/>
    <w:rsid w:val="008D57CC"/>
    <w:rsid w:val="008E2A36"/>
    <w:rsid w:val="008F3F02"/>
    <w:rsid w:val="00904D6B"/>
    <w:rsid w:val="00905090"/>
    <w:rsid w:val="00905EB4"/>
    <w:rsid w:val="0090661A"/>
    <w:rsid w:val="00906D14"/>
    <w:rsid w:val="00907CF9"/>
    <w:rsid w:val="009115A1"/>
    <w:rsid w:val="00930610"/>
    <w:rsid w:val="009310F6"/>
    <w:rsid w:val="00931D6C"/>
    <w:rsid w:val="00934721"/>
    <w:rsid w:val="00937B24"/>
    <w:rsid w:val="0094339D"/>
    <w:rsid w:val="00950420"/>
    <w:rsid w:val="00966D96"/>
    <w:rsid w:val="009744A9"/>
    <w:rsid w:val="009756D8"/>
    <w:rsid w:val="009847E2"/>
    <w:rsid w:val="00984DC0"/>
    <w:rsid w:val="00985255"/>
    <w:rsid w:val="009860A9"/>
    <w:rsid w:val="00986EDF"/>
    <w:rsid w:val="0099107D"/>
    <w:rsid w:val="00992D3F"/>
    <w:rsid w:val="009B11FC"/>
    <w:rsid w:val="009B4648"/>
    <w:rsid w:val="009C5DFA"/>
    <w:rsid w:val="009C6EF3"/>
    <w:rsid w:val="009C71D6"/>
    <w:rsid w:val="009D3F44"/>
    <w:rsid w:val="009D629E"/>
    <w:rsid w:val="009D7937"/>
    <w:rsid w:val="009E0C2A"/>
    <w:rsid w:val="009F107E"/>
    <w:rsid w:val="00A028B3"/>
    <w:rsid w:val="00A06FE4"/>
    <w:rsid w:val="00A11EB6"/>
    <w:rsid w:val="00A21B89"/>
    <w:rsid w:val="00A30E89"/>
    <w:rsid w:val="00A31BBB"/>
    <w:rsid w:val="00A44B05"/>
    <w:rsid w:val="00A51AFD"/>
    <w:rsid w:val="00A5725A"/>
    <w:rsid w:val="00A60617"/>
    <w:rsid w:val="00A6173A"/>
    <w:rsid w:val="00A61C9B"/>
    <w:rsid w:val="00A6262D"/>
    <w:rsid w:val="00A7094A"/>
    <w:rsid w:val="00A724CB"/>
    <w:rsid w:val="00A74D4F"/>
    <w:rsid w:val="00A81B77"/>
    <w:rsid w:val="00A86361"/>
    <w:rsid w:val="00A87537"/>
    <w:rsid w:val="00A91819"/>
    <w:rsid w:val="00A9229A"/>
    <w:rsid w:val="00A949C2"/>
    <w:rsid w:val="00AA4450"/>
    <w:rsid w:val="00AA5DF6"/>
    <w:rsid w:val="00AB695E"/>
    <w:rsid w:val="00AB6CD9"/>
    <w:rsid w:val="00AC2013"/>
    <w:rsid w:val="00AC3BD0"/>
    <w:rsid w:val="00AC3D5E"/>
    <w:rsid w:val="00AD2506"/>
    <w:rsid w:val="00AD5B64"/>
    <w:rsid w:val="00AD6C93"/>
    <w:rsid w:val="00AE30B6"/>
    <w:rsid w:val="00AE3BC1"/>
    <w:rsid w:val="00AF082D"/>
    <w:rsid w:val="00AF0E74"/>
    <w:rsid w:val="00AF3078"/>
    <w:rsid w:val="00AF5C0F"/>
    <w:rsid w:val="00B1186B"/>
    <w:rsid w:val="00B2064B"/>
    <w:rsid w:val="00B230D5"/>
    <w:rsid w:val="00B258C8"/>
    <w:rsid w:val="00B26082"/>
    <w:rsid w:val="00B307EC"/>
    <w:rsid w:val="00B41905"/>
    <w:rsid w:val="00B43994"/>
    <w:rsid w:val="00B477FE"/>
    <w:rsid w:val="00B51F92"/>
    <w:rsid w:val="00B556E0"/>
    <w:rsid w:val="00B57116"/>
    <w:rsid w:val="00B67990"/>
    <w:rsid w:val="00B67FF7"/>
    <w:rsid w:val="00B7414C"/>
    <w:rsid w:val="00B8541D"/>
    <w:rsid w:val="00B86944"/>
    <w:rsid w:val="00B92D99"/>
    <w:rsid w:val="00BB293D"/>
    <w:rsid w:val="00BC1CE4"/>
    <w:rsid w:val="00BE2B62"/>
    <w:rsid w:val="00BE61B4"/>
    <w:rsid w:val="00BE6D4F"/>
    <w:rsid w:val="00C05461"/>
    <w:rsid w:val="00C1143A"/>
    <w:rsid w:val="00C341C6"/>
    <w:rsid w:val="00C3766B"/>
    <w:rsid w:val="00C40F24"/>
    <w:rsid w:val="00C5331D"/>
    <w:rsid w:val="00C5528A"/>
    <w:rsid w:val="00C55BC9"/>
    <w:rsid w:val="00C55F21"/>
    <w:rsid w:val="00C57E39"/>
    <w:rsid w:val="00C652AB"/>
    <w:rsid w:val="00C875A3"/>
    <w:rsid w:val="00C9260D"/>
    <w:rsid w:val="00C9659A"/>
    <w:rsid w:val="00CA28A2"/>
    <w:rsid w:val="00CA390C"/>
    <w:rsid w:val="00CA6E31"/>
    <w:rsid w:val="00CA71EA"/>
    <w:rsid w:val="00CB0518"/>
    <w:rsid w:val="00CC1DB4"/>
    <w:rsid w:val="00CC7913"/>
    <w:rsid w:val="00CD0EE8"/>
    <w:rsid w:val="00CD7097"/>
    <w:rsid w:val="00CD78EE"/>
    <w:rsid w:val="00CE18C7"/>
    <w:rsid w:val="00CF331E"/>
    <w:rsid w:val="00CF5525"/>
    <w:rsid w:val="00CF67FA"/>
    <w:rsid w:val="00CF76D5"/>
    <w:rsid w:val="00D04C55"/>
    <w:rsid w:val="00D05C44"/>
    <w:rsid w:val="00D05F8C"/>
    <w:rsid w:val="00D1331B"/>
    <w:rsid w:val="00D15B76"/>
    <w:rsid w:val="00D3237C"/>
    <w:rsid w:val="00D37726"/>
    <w:rsid w:val="00D414E8"/>
    <w:rsid w:val="00D41C88"/>
    <w:rsid w:val="00D50CD7"/>
    <w:rsid w:val="00D5419B"/>
    <w:rsid w:val="00D55BA0"/>
    <w:rsid w:val="00D6395D"/>
    <w:rsid w:val="00D641A9"/>
    <w:rsid w:val="00D67C7F"/>
    <w:rsid w:val="00D707F8"/>
    <w:rsid w:val="00D73CAD"/>
    <w:rsid w:val="00D775CF"/>
    <w:rsid w:val="00D80F73"/>
    <w:rsid w:val="00D830A7"/>
    <w:rsid w:val="00D86D75"/>
    <w:rsid w:val="00D87A59"/>
    <w:rsid w:val="00D90323"/>
    <w:rsid w:val="00D91436"/>
    <w:rsid w:val="00DA009D"/>
    <w:rsid w:val="00DA577E"/>
    <w:rsid w:val="00DA6660"/>
    <w:rsid w:val="00DA68B1"/>
    <w:rsid w:val="00DA77F5"/>
    <w:rsid w:val="00DA7B57"/>
    <w:rsid w:val="00DB66F7"/>
    <w:rsid w:val="00DC46D6"/>
    <w:rsid w:val="00DC6023"/>
    <w:rsid w:val="00DD12D7"/>
    <w:rsid w:val="00DD2D37"/>
    <w:rsid w:val="00DE2D77"/>
    <w:rsid w:val="00DE4D82"/>
    <w:rsid w:val="00DE5059"/>
    <w:rsid w:val="00DE5AB8"/>
    <w:rsid w:val="00DE751B"/>
    <w:rsid w:val="00DF09BF"/>
    <w:rsid w:val="00E02266"/>
    <w:rsid w:val="00E0475E"/>
    <w:rsid w:val="00E10820"/>
    <w:rsid w:val="00E10889"/>
    <w:rsid w:val="00E10D6C"/>
    <w:rsid w:val="00E25DF6"/>
    <w:rsid w:val="00E26E6F"/>
    <w:rsid w:val="00E355FD"/>
    <w:rsid w:val="00E37090"/>
    <w:rsid w:val="00E42314"/>
    <w:rsid w:val="00E4410F"/>
    <w:rsid w:val="00E469D1"/>
    <w:rsid w:val="00E525D7"/>
    <w:rsid w:val="00E54E99"/>
    <w:rsid w:val="00E56E2A"/>
    <w:rsid w:val="00E62186"/>
    <w:rsid w:val="00E6693D"/>
    <w:rsid w:val="00E7347C"/>
    <w:rsid w:val="00E75531"/>
    <w:rsid w:val="00E76E79"/>
    <w:rsid w:val="00E77612"/>
    <w:rsid w:val="00E914F9"/>
    <w:rsid w:val="00E91639"/>
    <w:rsid w:val="00E973DD"/>
    <w:rsid w:val="00EA61C8"/>
    <w:rsid w:val="00EB0EA2"/>
    <w:rsid w:val="00EB134C"/>
    <w:rsid w:val="00EB3CC5"/>
    <w:rsid w:val="00EB45DB"/>
    <w:rsid w:val="00EB75C0"/>
    <w:rsid w:val="00EC0F8E"/>
    <w:rsid w:val="00EC2F26"/>
    <w:rsid w:val="00ED1D29"/>
    <w:rsid w:val="00ED2522"/>
    <w:rsid w:val="00ED2FCE"/>
    <w:rsid w:val="00ED69F7"/>
    <w:rsid w:val="00ED6EB9"/>
    <w:rsid w:val="00EE0202"/>
    <w:rsid w:val="00EF3984"/>
    <w:rsid w:val="00EF451C"/>
    <w:rsid w:val="00EF6538"/>
    <w:rsid w:val="00F0202E"/>
    <w:rsid w:val="00F039FC"/>
    <w:rsid w:val="00F11404"/>
    <w:rsid w:val="00F14565"/>
    <w:rsid w:val="00F249C7"/>
    <w:rsid w:val="00F261F2"/>
    <w:rsid w:val="00F33FD0"/>
    <w:rsid w:val="00F35331"/>
    <w:rsid w:val="00F46139"/>
    <w:rsid w:val="00F4693E"/>
    <w:rsid w:val="00F47556"/>
    <w:rsid w:val="00F475AD"/>
    <w:rsid w:val="00F5125E"/>
    <w:rsid w:val="00F51A06"/>
    <w:rsid w:val="00F529F6"/>
    <w:rsid w:val="00F52AA7"/>
    <w:rsid w:val="00F64031"/>
    <w:rsid w:val="00F71A95"/>
    <w:rsid w:val="00F8061B"/>
    <w:rsid w:val="00F80BC9"/>
    <w:rsid w:val="00F82654"/>
    <w:rsid w:val="00F83A4A"/>
    <w:rsid w:val="00F85E95"/>
    <w:rsid w:val="00FA09FF"/>
    <w:rsid w:val="00FA1117"/>
    <w:rsid w:val="00FA2B94"/>
    <w:rsid w:val="00FA5D65"/>
    <w:rsid w:val="00FB2D07"/>
    <w:rsid w:val="00FB3AA6"/>
    <w:rsid w:val="00FB4519"/>
    <w:rsid w:val="00FD0918"/>
    <w:rsid w:val="00FD5D26"/>
    <w:rsid w:val="00FE037D"/>
    <w:rsid w:val="00FE3D12"/>
    <w:rsid w:val="00FE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C7"/>
    <w:rPr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29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93D"/>
  </w:style>
  <w:style w:type="paragraph" w:styleId="Footer">
    <w:name w:val="footer"/>
    <w:basedOn w:val="Normal"/>
    <w:link w:val="FooterChar"/>
    <w:uiPriority w:val="99"/>
    <w:unhideWhenUsed/>
    <w:rsid w:val="00BB29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93D"/>
  </w:style>
  <w:style w:type="table" w:styleId="TableGrid">
    <w:name w:val="Table Grid"/>
    <w:basedOn w:val="TableNormal"/>
    <w:uiPriority w:val="59"/>
    <w:rsid w:val="00BB29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5EB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EB4"/>
    <w:rPr>
      <w:rFonts w:ascii="Tahoma" w:hAnsi="Tahoma"/>
      <w:sz w:val="16"/>
      <w:szCs w:val="14"/>
      <w:lang w:val="en-GB"/>
    </w:rPr>
  </w:style>
  <w:style w:type="paragraph" w:styleId="BodyText">
    <w:name w:val="Body Text"/>
    <w:basedOn w:val="Normal"/>
    <w:link w:val="BodyTextChar"/>
    <w:semiHidden/>
    <w:rsid w:val="00DB66F7"/>
    <w:pPr>
      <w:jc w:val="both"/>
    </w:pPr>
    <w:rPr>
      <w:rFonts w:ascii="Century Gothic" w:eastAsia="Times New Roman" w:hAnsi="Century Gothic" w:cs="Times New Roman"/>
      <w:sz w:val="24"/>
      <w:szCs w:val="24"/>
      <w:lang w:val="en-US" w:bidi="ar-SA"/>
    </w:rPr>
  </w:style>
  <w:style w:type="character" w:customStyle="1" w:styleId="BodyTextChar">
    <w:name w:val="Body Text Char"/>
    <w:basedOn w:val="DefaultParagraphFont"/>
    <w:link w:val="BodyText"/>
    <w:semiHidden/>
    <w:rsid w:val="00DB66F7"/>
    <w:rPr>
      <w:rFonts w:ascii="Century Gothic" w:eastAsia="Times New Roman" w:hAnsi="Century Gothic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61EF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7F3B"/>
    <w:rPr>
      <w:rFonts w:eastAsia="Times New Roman"/>
      <w:sz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FA0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LETTER%20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CB51-5B32-432C-BCC7-A5D4637A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HEAD.dot</Template>
  <TotalTime>577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</dc:creator>
  <cp:lastModifiedBy>HP</cp:lastModifiedBy>
  <cp:revision>17</cp:revision>
  <cp:lastPrinted>2022-09-05T10:07:00Z</cp:lastPrinted>
  <dcterms:created xsi:type="dcterms:W3CDTF">2022-08-31T10:05:00Z</dcterms:created>
  <dcterms:modified xsi:type="dcterms:W3CDTF">2022-09-23T10:42:00Z</dcterms:modified>
</cp:coreProperties>
</file>